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44D2C0EF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984827">
        <w:rPr>
          <w:b/>
          <w:color w:val="FF5200" w:themeColor="accent2"/>
          <w:sz w:val="28"/>
          <w:szCs w:val="28"/>
        </w:rPr>
        <w:t>Mazací prostředky</w:t>
      </w:r>
      <w:r w:rsidR="00761A82">
        <w:rPr>
          <w:b/>
          <w:color w:val="FF5200" w:themeColor="accent2"/>
          <w:sz w:val="28"/>
          <w:szCs w:val="28"/>
        </w:rPr>
        <w:t xml:space="preserve"> k ošetřování kluzných stoliček a závěrů výhybek </w:t>
      </w:r>
      <w:r w:rsidR="00984827">
        <w:rPr>
          <w:b/>
          <w:color w:val="FF5200" w:themeColor="accent2"/>
          <w:sz w:val="28"/>
          <w:szCs w:val="28"/>
        </w:rPr>
        <w:t>Biosynt a Divinol</w:t>
      </w:r>
      <w:r w:rsidR="009825C8" w:rsidRPr="009825C8">
        <w:rPr>
          <w:b/>
          <w:color w:val="FF5200" w:themeColor="accent2"/>
          <w:sz w:val="28"/>
          <w:szCs w:val="28"/>
        </w:rPr>
        <w:t xml:space="preserve"> </w:t>
      </w:r>
      <w:r w:rsidR="00CB3737">
        <w:rPr>
          <w:b/>
          <w:color w:val="FF5200" w:themeColor="accent2"/>
          <w:sz w:val="28"/>
          <w:szCs w:val="28"/>
        </w:rPr>
        <w:t>–</w:t>
      </w:r>
      <w:r w:rsidR="009825C8" w:rsidRPr="009825C8">
        <w:rPr>
          <w:b/>
          <w:color w:val="FF5200" w:themeColor="accent2"/>
          <w:sz w:val="28"/>
          <w:szCs w:val="28"/>
        </w:rPr>
        <w:t xml:space="preserve"> 2022</w:t>
      </w:r>
      <w:r w:rsidR="00984827">
        <w:rPr>
          <w:b/>
          <w:color w:val="FF5200" w:themeColor="accent2"/>
          <w:sz w:val="28"/>
          <w:szCs w:val="28"/>
        </w:rPr>
        <w:t xml:space="preserve"> 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č.j. </w:t>
      </w:r>
      <w:r w:rsidR="0098482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7099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98482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2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FD34B3A" w14:textId="77777777" w:rsidR="00EF2B50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7F9AA5E" w14:textId="4E3E3254" w:rsidR="00EF2B50" w:rsidRDefault="0014413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817242" w:history="1">
            <w:r w:rsidR="00EF2B50" w:rsidRPr="00770A98">
              <w:rPr>
                <w:rStyle w:val="Hypertextovodkaz"/>
                <w:noProof/>
              </w:rPr>
              <w:t>Kapitola 1.</w:t>
            </w:r>
            <w:r w:rsidR="00EF2B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2B50" w:rsidRPr="00770A98">
              <w:rPr>
                <w:rStyle w:val="Hypertextovodkaz"/>
                <w:noProof/>
              </w:rPr>
              <w:t>Základní údaje k nabídce</w:t>
            </w:r>
            <w:r w:rsidR="00EF2B50">
              <w:rPr>
                <w:noProof/>
                <w:webHidden/>
              </w:rPr>
              <w:tab/>
            </w:r>
            <w:r w:rsidR="00EF2B50">
              <w:rPr>
                <w:noProof/>
                <w:webHidden/>
              </w:rPr>
              <w:fldChar w:fldCharType="begin"/>
            </w:r>
            <w:r w:rsidR="00EF2B50">
              <w:rPr>
                <w:noProof/>
                <w:webHidden/>
              </w:rPr>
              <w:instrText xml:space="preserve"> PAGEREF _Toc69817242 \h </w:instrText>
            </w:r>
            <w:r w:rsidR="00EF2B50">
              <w:rPr>
                <w:noProof/>
                <w:webHidden/>
              </w:rPr>
            </w:r>
            <w:r w:rsidR="00EF2B5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EF2B50">
              <w:rPr>
                <w:noProof/>
                <w:webHidden/>
              </w:rPr>
              <w:fldChar w:fldCharType="end"/>
            </w:r>
          </w:hyperlink>
        </w:p>
        <w:p w14:paraId="100997C4" w14:textId="7E9A3A0F" w:rsidR="00EF2B50" w:rsidRDefault="0014413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817243" w:history="1">
            <w:r w:rsidR="00EF2B50" w:rsidRPr="00770A98">
              <w:rPr>
                <w:rStyle w:val="Hypertextovodkaz"/>
                <w:noProof/>
              </w:rPr>
              <w:t>Kapitola 2.</w:t>
            </w:r>
            <w:r w:rsidR="00EF2B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2B50" w:rsidRPr="00770A98">
              <w:rPr>
                <w:rStyle w:val="Hypertextovodkaz"/>
                <w:noProof/>
              </w:rPr>
              <w:t>Čestné prohlášení o splnění základní způsobilosti</w:t>
            </w:r>
            <w:r w:rsidR="00EF2B50">
              <w:rPr>
                <w:noProof/>
                <w:webHidden/>
              </w:rPr>
              <w:tab/>
            </w:r>
            <w:r w:rsidR="00EF2B50">
              <w:rPr>
                <w:noProof/>
                <w:webHidden/>
              </w:rPr>
              <w:fldChar w:fldCharType="begin"/>
            </w:r>
            <w:r w:rsidR="00EF2B50">
              <w:rPr>
                <w:noProof/>
                <w:webHidden/>
              </w:rPr>
              <w:instrText xml:space="preserve"> PAGEREF _Toc69817243 \h </w:instrText>
            </w:r>
            <w:r w:rsidR="00EF2B50">
              <w:rPr>
                <w:noProof/>
                <w:webHidden/>
              </w:rPr>
            </w:r>
            <w:r w:rsidR="00EF2B5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F2B50">
              <w:rPr>
                <w:noProof/>
                <w:webHidden/>
              </w:rPr>
              <w:fldChar w:fldCharType="end"/>
            </w:r>
          </w:hyperlink>
        </w:p>
        <w:p w14:paraId="5B0FF5D8" w14:textId="399AABF4" w:rsidR="00EF2B50" w:rsidRDefault="0014413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817244" w:history="1">
            <w:r w:rsidR="00EF2B50" w:rsidRPr="00770A98">
              <w:rPr>
                <w:rStyle w:val="Hypertextovodkaz"/>
                <w:noProof/>
              </w:rPr>
              <w:t>Kapitola 3.</w:t>
            </w:r>
            <w:r w:rsidR="00EF2B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2B50" w:rsidRPr="00770A98">
              <w:rPr>
                <w:rStyle w:val="Hypertextovodkaz"/>
                <w:noProof/>
              </w:rPr>
              <w:t>Čestné prohlášení účastníka k neuzavření zakázaných dohod</w:t>
            </w:r>
            <w:r w:rsidR="00EF2B50">
              <w:rPr>
                <w:noProof/>
                <w:webHidden/>
              </w:rPr>
              <w:tab/>
            </w:r>
            <w:r w:rsidR="00EF2B50">
              <w:rPr>
                <w:noProof/>
                <w:webHidden/>
              </w:rPr>
              <w:fldChar w:fldCharType="begin"/>
            </w:r>
            <w:r w:rsidR="00EF2B50">
              <w:rPr>
                <w:noProof/>
                <w:webHidden/>
              </w:rPr>
              <w:instrText xml:space="preserve"> PAGEREF _Toc69817244 \h </w:instrText>
            </w:r>
            <w:r w:rsidR="00EF2B50">
              <w:rPr>
                <w:noProof/>
                <w:webHidden/>
              </w:rPr>
            </w:r>
            <w:r w:rsidR="00EF2B5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F2B50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9817242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4B08530" w14:textId="4EDED055" w:rsidR="005124FE" w:rsidRDefault="00D6427A" w:rsidP="005124FE">
      <w:r>
        <w:t xml:space="preserve">Celková nabídková cena za část 1: BIOSYNT 40V, BIOSYNT 40V/H </w:t>
      </w:r>
      <w:r w:rsidR="00EF2B50">
        <w:t>v Kč bez DPH:</w:t>
      </w:r>
      <w:r>
        <w:t xml:space="preserve"> </w:t>
      </w:r>
      <w:r w:rsidRPr="00D6427A">
        <w:rPr>
          <w:highlight w:val="green"/>
        </w:rPr>
        <w:t>XXXX</w:t>
      </w:r>
    </w:p>
    <w:p w14:paraId="0291694E" w14:textId="1422EFC8" w:rsidR="00D6427A" w:rsidRDefault="00D6427A" w:rsidP="00D6427A">
      <w:r>
        <w:t xml:space="preserve">Celková nabídková cena za část 2: DIVINOL Trackswitch Grease W v Kč bez DPH: </w:t>
      </w:r>
      <w:r w:rsidRPr="00D6427A">
        <w:rPr>
          <w:highlight w:val="green"/>
        </w:rPr>
        <w:t>XXXX</w:t>
      </w:r>
    </w:p>
    <w:p w14:paraId="6CF6A5F7" w14:textId="7BC55C83" w:rsidR="00D6427A" w:rsidRDefault="00D6427A" w:rsidP="00D6427A"/>
    <w:p w14:paraId="1C70FA80" w14:textId="77777777" w:rsidR="00EF2B50" w:rsidRDefault="00EF2B50" w:rsidP="008B1A2C">
      <w:pPr>
        <w:rPr>
          <w:b/>
        </w:rPr>
      </w:pPr>
    </w:p>
    <w:p w14:paraId="0D9C5882" w14:textId="77777777" w:rsidR="00832B52" w:rsidRPr="008B1A2C" w:rsidRDefault="00832B52" w:rsidP="00832B52">
      <w:r w:rsidRPr="006E5C6C">
        <w:rPr>
          <w:b/>
        </w:rPr>
        <w:t>ÚDAJE O MOŽNOSTI ELEKTRONICKÉHO UZAVŘENÍ SMLOUVY</w:t>
      </w:r>
      <w:r>
        <w:t>:</w:t>
      </w:r>
    </w:p>
    <w:p w14:paraId="41FC219B" w14:textId="77777777" w:rsidR="00832B52" w:rsidRDefault="00832B52" w:rsidP="00832B52">
      <w:pPr>
        <w:tabs>
          <w:tab w:val="left" w:pos="7125"/>
        </w:tabs>
        <w:sectPr w:rsidR="00832B52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00A221DC" w14:textId="77777777" w:rsidR="00832B52" w:rsidRDefault="00832B52" w:rsidP="00832B52">
      <w:pPr>
        <w:tabs>
          <w:tab w:val="left" w:pos="7125"/>
        </w:tabs>
      </w:pPr>
      <w:r>
        <w:t xml:space="preserve">Účastník disponuje platným zaručeným </w:t>
      </w:r>
      <w:r w:rsidRPr="00784411">
        <w:t xml:space="preserve">elektronickým podpisem ve smyslu </w:t>
      </w:r>
      <w:r w:rsidRPr="00784411">
        <w:rPr>
          <w:bCs/>
        </w:rPr>
        <w:t>zákona č. 297/2016 Sb., o službách vytvářejících důvěru pro elektronické transakce</w:t>
      </w:r>
      <w:r w:rsidRPr="00784411">
        <w:rPr>
          <w:rStyle w:val="Znakapoznpodarou"/>
        </w:rPr>
        <w:footnoteReference w:id="1"/>
      </w:r>
      <w:r w:rsidRPr="00784411">
        <w:t>?</w:t>
      </w:r>
      <w:r>
        <w:t xml:space="preserve"> </w:t>
      </w:r>
    </w:p>
    <w:p w14:paraId="66F9B3A3" w14:textId="77777777" w:rsidR="00832B52" w:rsidRDefault="00832B52" w:rsidP="00832B52">
      <w:pPr>
        <w:tabs>
          <w:tab w:val="left" w:pos="7125"/>
        </w:tabs>
        <w:spacing w:after="0"/>
      </w:pPr>
    </w:p>
    <w:p w14:paraId="146D4F55" w14:textId="77777777" w:rsidR="00832B52" w:rsidRDefault="00832B52" w:rsidP="00832B52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40892A06" w14:textId="77777777" w:rsidR="00832B52" w:rsidRDefault="00832B52" w:rsidP="00832B52">
      <w:pPr>
        <w:tabs>
          <w:tab w:val="left" w:pos="7125"/>
        </w:tabs>
        <w:spacing w:after="0"/>
      </w:pPr>
    </w:p>
    <w:p w14:paraId="6BF8B512" w14:textId="77777777" w:rsidR="00832B52" w:rsidRDefault="00832B52" w:rsidP="00832B52">
      <w:pPr>
        <w:tabs>
          <w:tab w:val="left" w:pos="7125"/>
        </w:tabs>
        <w:spacing w:after="0"/>
      </w:pPr>
      <w:r>
        <w:t>Účastník je ochoten použít platný zaručený elektronický podpis pro uzavření smlouvy se zadavatelem v elektronické formě?</w:t>
      </w:r>
    </w:p>
    <w:p w14:paraId="484B991B" w14:textId="77777777" w:rsidR="00832B52" w:rsidRDefault="00832B52" w:rsidP="00832B52">
      <w:pPr>
        <w:tabs>
          <w:tab w:val="left" w:pos="7125"/>
        </w:tabs>
        <w:spacing w:after="0"/>
      </w:pPr>
    </w:p>
    <w:p w14:paraId="4FAED06E" w14:textId="77777777" w:rsidR="00832B52" w:rsidRDefault="00832B52" w:rsidP="00832B52">
      <w:pPr>
        <w:tabs>
          <w:tab w:val="left" w:pos="7125"/>
        </w:tabs>
        <w:spacing w:after="0"/>
      </w:pPr>
    </w:p>
    <w:p w14:paraId="27F61BEE" w14:textId="77777777" w:rsidR="00832B52" w:rsidRDefault="00832B52" w:rsidP="00832B52">
      <w:pPr>
        <w:tabs>
          <w:tab w:val="left" w:pos="7125"/>
        </w:tabs>
        <w:spacing w:after="0"/>
      </w:pPr>
    </w:p>
    <w:p w14:paraId="6EF7BEAC" w14:textId="77777777" w:rsidR="00832B52" w:rsidRDefault="00832B52" w:rsidP="00832B52">
      <w:pPr>
        <w:tabs>
          <w:tab w:val="left" w:pos="7125"/>
        </w:tabs>
        <w:spacing w:after="0"/>
      </w:pPr>
    </w:p>
    <w:p w14:paraId="06BA8D36" w14:textId="77777777" w:rsidR="00832B52" w:rsidRDefault="00832B52" w:rsidP="00832B52">
      <w:pPr>
        <w:tabs>
          <w:tab w:val="left" w:pos="7125"/>
        </w:tabs>
        <w:spacing w:after="0"/>
      </w:pPr>
    </w:p>
    <w:p w14:paraId="4E03BC1E" w14:textId="77777777" w:rsidR="00832B52" w:rsidRDefault="00832B52" w:rsidP="00832B52">
      <w:pPr>
        <w:tabs>
          <w:tab w:val="left" w:pos="7125"/>
        </w:tabs>
        <w:spacing w:after="0"/>
      </w:pPr>
    </w:p>
    <w:p w14:paraId="691E0038" w14:textId="60E861FB" w:rsidR="00832B52" w:rsidRDefault="00832B52" w:rsidP="00832B52">
      <w:pPr>
        <w:tabs>
          <w:tab w:val="left" w:pos="7125"/>
        </w:tabs>
        <w:spacing w:after="0"/>
      </w:pPr>
      <w:r>
        <w:br w:type="column"/>
      </w:r>
    </w:p>
    <w:p w14:paraId="3EFB4E98" w14:textId="77777777" w:rsidR="00832B52" w:rsidRDefault="0014413E" w:rsidP="00832B52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832B52" w:rsidRPr="00996617">
            <w:rPr>
              <w:rStyle w:val="Zstupntext"/>
              <w:color w:val="auto"/>
            </w:rPr>
            <w:t>Zvolte položku.</w:t>
          </w:r>
        </w:sdtContent>
      </w:sdt>
      <w:r w:rsidR="00832B52" w:rsidRPr="0023070F">
        <w:rPr>
          <w:rStyle w:val="Znakapoznpodarou"/>
          <w:highlight w:val="green"/>
        </w:rPr>
        <w:footnoteReference w:id="2"/>
      </w:r>
    </w:p>
    <w:p w14:paraId="4A02E66C" w14:textId="77777777" w:rsidR="00832B52" w:rsidRDefault="00832B52" w:rsidP="00832B52">
      <w:pPr>
        <w:tabs>
          <w:tab w:val="left" w:pos="7125"/>
        </w:tabs>
        <w:spacing w:after="0"/>
      </w:pPr>
    </w:p>
    <w:p w14:paraId="6C4EA8D4" w14:textId="77777777" w:rsidR="00832B52" w:rsidRDefault="00832B52" w:rsidP="00832B52">
      <w:pPr>
        <w:tabs>
          <w:tab w:val="left" w:pos="7125"/>
        </w:tabs>
        <w:spacing w:after="0"/>
      </w:pPr>
    </w:p>
    <w:p w14:paraId="20AFC6ED" w14:textId="77777777" w:rsidR="00832B52" w:rsidRDefault="00832B52" w:rsidP="00832B52">
      <w:pPr>
        <w:tabs>
          <w:tab w:val="left" w:pos="7125"/>
        </w:tabs>
        <w:spacing w:after="0"/>
      </w:pPr>
    </w:p>
    <w:p w14:paraId="126F39F5" w14:textId="77777777" w:rsidR="00832B52" w:rsidRDefault="00832B52" w:rsidP="00832B52">
      <w:pPr>
        <w:tabs>
          <w:tab w:val="left" w:pos="7125"/>
        </w:tabs>
        <w:spacing w:after="0"/>
      </w:pPr>
    </w:p>
    <w:p w14:paraId="500F26E6" w14:textId="77777777" w:rsidR="00832B52" w:rsidRDefault="00832B52" w:rsidP="00832B52">
      <w:pPr>
        <w:tabs>
          <w:tab w:val="left" w:pos="7125"/>
        </w:tabs>
        <w:spacing w:after="0"/>
      </w:pPr>
    </w:p>
    <w:p w14:paraId="7054168D" w14:textId="77777777" w:rsidR="00832B52" w:rsidRDefault="00832B52" w:rsidP="00832B52">
      <w:pPr>
        <w:tabs>
          <w:tab w:val="left" w:pos="7125"/>
        </w:tabs>
        <w:spacing w:after="0"/>
      </w:pPr>
    </w:p>
    <w:p w14:paraId="67ED7C46" w14:textId="64F2069F" w:rsidR="00E85D44" w:rsidRPr="00E85D44" w:rsidRDefault="0014413E" w:rsidP="00832B52">
      <w:pPr>
        <w:tabs>
          <w:tab w:val="left" w:pos="7125"/>
        </w:tabs>
        <w:sectPr w:rsidR="00E85D44" w:rsidRPr="00E85D44" w:rsidSect="004A6709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832B52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C247B59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981724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r>
        <w:rPr>
          <w:lang w:eastAsia="cs-CZ"/>
        </w:rPr>
        <w:t>ú</w:t>
      </w:r>
      <w:r w:rsidR="0031280B">
        <w:rPr>
          <w:lang w:eastAsia="cs-CZ"/>
        </w:rPr>
        <w:t>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8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981724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7B2B3" w14:textId="77777777" w:rsidR="002B0312" w:rsidRDefault="002B0312" w:rsidP="00962258">
      <w:pPr>
        <w:spacing w:after="0" w:line="240" w:lineRule="auto"/>
      </w:pPr>
      <w:r>
        <w:separator/>
      </w:r>
    </w:p>
  </w:endnote>
  <w:endnote w:type="continuationSeparator" w:id="0">
    <w:p w14:paraId="14AD3626" w14:textId="77777777" w:rsidR="002B0312" w:rsidRDefault="002B03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32B52" w14:paraId="549C60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CE5A8D" w14:textId="2178A956" w:rsidR="00832B52" w:rsidRPr="00B8518B" w:rsidRDefault="00832B5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1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1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7496E3" w14:textId="77777777" w:rsidR="00832B52" w:rsidRDefault="00832B5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CD36C4" w14:textId="77777777" w:rsidR="00832B52" w:rsidRDefault="00832B52" w:rsidP="00B8518B">
          <w:pPr>
            <w:pStyle w:val="Zpat"/>
          </w:pPr>
        </w:p>
      </w:tc>
      <w:tc>
        <w:tcPr>
          <w:tcW w:w="2921" w:type="dxa"/>
        </w:tcPr>
        <w:p w14:paraId="77BACECC" w14:textId="77777777" w:rsidR="00832B52" w:rsidRDefault="00832B52" w:rsidP="00D831A3">
          <w:pPr>
            <w:pStyle w:val="Zpat"/>
          </w:pPr>
        </w:p>
      </w:tc>
    </w:tr>
  </w:tbl>
  <w:p w14:paraId="0E3E038A" w14:textId="77777777" w:rsidR="00832B52" w:rsidRPr="00B8518B" w:rsidRDefault="00832B5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8480" behindDoc="1" locked="1" layoutInCell="1" allowOverlap="1" wp14:anchorId="07D48D95" wp14:editId="0048361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2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60DBCD" id="Straight Connector 3" o:spid="_x0000_s1026" style="position:absolute;z-index:-2516480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rVhAYt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D50DE15" wp14:editId="5264CC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930959" id="Straight Connector 2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COjj/D1AEA&#10;ABE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32B52" w14:paraId="13AB04B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AA52A8" w14:textId="006341BA" w:rsidR="00832B52" w:rsidRPr="00B8518B" w:rsidRDefault="00832B5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1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1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31DCCA" w14:textId="77777777" w:rsidR="00832B52" w:rsidRDefault="00832B52" w:rsidP="00460660">
          <w:pPr>
            <w:pStyle w:val="Zpat"/>
          </w:pPr>
          <w:r>
            <w:t>Správa železnic, státní organizace</w:t>
          </w:r>
        </w:p>
        <w:p w14:paraId="2AEFD81F" w14:textId="77777777" w:rsidR="00832B52" w:rsidRDefault="00832B52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42F395" w14:textId="77777777" w:rsidR="00832B52" w:rsidRDefault="00832B52" w:rsidP="00460660">
          <w:pPr>
            <w:pStyle w:val="Zpat"/>
          </w:pPr>
          <w:r>
            <w:t>Sídlo: Dlážděná 1003/7, 110 00 Praha 1</w:t>
          </w:r>
        </w:p>
        <w:p w14:paraId="79876F32" w14:textId="77777777" w:rsidR="00832B52" w:rsidRDefault="00832B52" w:rsidP="00460660">
          <w:pPr>
            <w:pStyle w:val="Zpat"/>
          </w:pPr>
          <w:r>
            <w:t>IČO: 709 94 234 DIČ: CZ 709 94 234</w:t>
          </w:r>
        </w:p>
        <w:p w14:paraId="5BC1C9B9" w14:textId="77777777" w:rsidR="00832B52" w:rsidRDefault="00832B52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464A216" w14:textId="77777777" w:rsidR="00832B52" w:rsidRDefault="00832B52" w:rsidP="00460660">
          <w:pPr>
            <w:pStyle w:val="Zpat"/>
          </w:pPr>
        </w:p>
      </w:tc>
    </w:tr>
  </w:tbl>
  <w:p w14:paraId="22E037A6" w14:textId="77777777" w:rsidR="00832B52" w:rsidRPr="00B8518B" w:rsidRDefault="00832B5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F34D67F" wp14:editId="2915B6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23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5C739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41084491" wp14:editId="753B3B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97946D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C38F02" w14:textId="77777777" w:rsidR="00832B52" w:rsidRPr="00460660" w:rsidRDefault="00832B52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0EEA8E9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1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1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6E185C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13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1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02B19" w14:textId="77777777" w:rsidR="002B0312" w:rsidRDefault="002B0312" w:rsidP="00962258">
      <w:pPr>
        <w:spacing w:after="0" w:line="240" w:lineRule="auto"/>
      </w:pPr>
      <w:r>
        <w:separator/>
      </w:r>
    </w:p>
  </w:footnote>
  <w:footnote w:type="continuationSeparator" w:id="0">
    <w:p w14:paraId="7E9FC73A" w14:textId="77777777" w:rsidR="002B0312" w:rsidRDefault="002B0312" w:rsidP="00962258">
      <w:pPr>
        <w:spacing w:after="0" w:line="240" w:lineRule="auto"/>
      </w:pPr>
      <w:r>
        <w:continuationSeparator/>
      </w:r>
    </w:p>
  </w:footnote>
  <w:footnote w:id="1">
    <w:p w14:paraId="576AC8A5" w14:textId="77777777" w:rsidR="00832B52" w:rsidRDefault="00832B52" w:rsidP="00832B52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36A04D9D" w14:textId="77777777" w:rsidR="00832B52" w:rsidRDefault="00832B52" w:rsidP="00832B52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6C117" w14:textId="77777777" w:rsidR="00832B52" w:rsidRPr="00D6163D" w:rsidRDefault="00832B52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9504" behindDoc="0" locked="1" layoutInCell="1" allowOverlap="1" wp14:anchorId="0014C8B5" wp14:editId="3864699F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CA5E8E" w14:textId="77777777" w:rsidR="00832B52" w:rsidRPr="00460660" w:rsidRDefault="00832B52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9FD52DD"/>
    <w:multiLevelType w:val="hybridMultilevel"/>
    <w:tmpl w:val="8E3AC5C4"/>
    <w:lvl w:ilvl="0" w:tplc="EECEFEE0">
      <w:numFmt w:val="bullet"/>
      <w:lvlText w:val="-"/>
      <w:lvlJc w:val="left"/>
      <w:pPr>
        <w:ind w:left="176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35B1A"/>
    <w:rsid w:val="0014413E"/>
    <w:rsid w:val="001550BC"/>
    <w:rsid w:val="001605B9"/>
    <w:rsid w:val="00170EC5"/>
    <w:rsid w:val="001747C1"/>
    <w:rsid w:val="00184743"/>
    <w:rsid w:val="00190137"/>
    <w:rsid w:val="0019184D"/>
    <w:rsid w:val="001C303B"/>
    <w:rsid w:val="001F1151"/>
    <w:rsid w:val="001F49FF"/>
    <w:rsid w:val="00205242"/>
    <w:rsid w:val="00207DF5"/>
    <w:rsid w:val="00222817"/>
    <w:rsid w:val="002243A8"/>
    <w:rsid w:val="002305E9"/>
    <w:rsid w:val="0023070F"/>
    <w:rsid w:val="00256EB0"/>
    <w:rsid w:val="00280E07"/>
    <w:rsid w:val="00292D20"/>
    <w:rsid w:val="00293E5A"/>
    <w:rsid w:val="002B0312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A6709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0266"/>
    <w:rsid w:val="00511AB9"/>
    <w:rsid w:val="005124FE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0A90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32B52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25C8"/>
    <w:rsid w:val="009833E1"/>
    <w:rsid w:val="00984827"/>
    <w:rsid w:val="00992D9C"/>
    <w:rsid w:val="00996617"/>
    <w:rsid w:val="00996CB8"/>
    <w:rsid w:val="009B14A9"/>
    <w:rsid w:val="009B2E97"/>
    <w:rsid w:val="009C261E"/>
    <w:rsid w:val="009D3107"/>
    <w:rsid w:val="009E07F4"/>
    <w:rsid w:val="009F063B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3737"/>
    <w:rsid w:val="00CD1FC4"/>
    <w:rsid w:val="00D21061"/>
    <w:rsid w:val="00D4108E"/>
    <w:rsid w:val="00D6163D"/>
    <w:rsid w:val="00D6427A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86A47"/>
    <w:rsid w:val="00EB104F"/>
    <w:rsid w:val="00EC4AAF"/>
    <w:rsid w:val="00ED14BD"/>
    <w:rsid w:val="00EF2B50"/>
    <w:rsid w:val="00F0533E"/>
    <w:rsid w:val="00F1048D"/>
    <w:rsid w:val="00F10DC5"/>
    <w:rsid w:val="00F12DEC"/>
    <w:rsid w:val="00F1715C"/>
    <w:rsid w:val="00F24FBF"/>
    <w:rsid w:val="00F310F8"/>
    <w:rsid w:val="00F31F57"/>
    <w:rsid w:val="00F35939"/>
    <w:rsid w:val="00F45607"/>
    <w:rsid w:val="00F4790C"/>
    <w:rsid w:val="00F5558F"/>
    <w:rsid w:val="00F659EB"/>
    <w:rsid w:val="00F76E9F"/>
    <w:rsid w:val="00F86BA6"/>
    <w:rsid w:val="00F95A3A"/>
    <w:rsid w:val="00FB24EF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aspi://module='ASPI'&amp;link='134/2016%20Sb.%2523'&amp;ucin-k-dni='30.12.9999'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01F66D-23FA-4A1B-9E36-6EAB5E8B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4</Pages>
  <Words>543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3</cp:revision>
  <cp:lastPrinted>2022-02-01T15:43:00Z</cp:lastPrinted>
  <dcterms:created xsi:type="dcterms:W3CDTF">2022-01-24T21:03:00Z</dcterms:created>
  <dcterms:modified xsi:type="dcterms:W3CDTF">2022-02-01T15:43:00Z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